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67"/>
        <w:gridCol w:w="442"/>
        <w:gridCol w:w="822"/>
        <w:gridCol w:w="1110"/>
        <w:gridCol w:w="572"/>
        <w:gridCol w:w="190"/>
        <w:gridCol w:w="370"/>
        <w:gridCol w:w="703"/>
        <w:gridCol w:w="557"/>
        <w:gridCol w:w="568"/>
        <w:gridCol w:w="1204"/>
        <w:gridCol w:w="623"/>
        <w:gridCol w:w="714"/>
      </w:tblGrid>
      <w:tr w:rsidR="00002E1E" w:rsidRPr="00DC4C4F" w:rsidTr="00DC4C4F">
        <w:tc>
          <w:tcPr>
            <w:tcW w:w="1367" w:type="dxa"/>
          </w:tcPr>
          <w:p w:rsidR="00002E1E" w:rsidRPr="00DC4C4F" w:rsidRDefault="00002E1E" w:rsidP="00DC4C4F">
            <w:pPr>
              <w:jc w:val="center"/>
            </w:pPr>
            <w:r w:rsidRPr="00DC4C4F">
              <w:rPr>
                <w:rFonts w:hint="eastAsia"/>
              </w:rPr>
              <w:t>교과목번호</w:t>
            </w:r>
          </w:p>
        </w:tc>
        <w:tc>
          <w:tcPr>
            <w:tcW w:w="1264" w:type="dxa"/>
            <w:gridSpan w:val="2"/>
          </w:tcPr>
          <w:p w:rsidR="00002E1E" w:rsidRPr="00DC4C4F" w:rsidRDefault="00002E1E">
            <w:r>
              <w:t>4190.403</w:t>
            </w:r>
          </w:p>
        </w:tc>
        <w:tc>
          <w:tcPr>
            <w:tcW w:w="1110" w:type="dxa"/>
          </w:tcPr>
          <w:p w:rsidR="00002E1E" w:rsidRPr="00DC4C4F" w:rsidRDefault="00002E1E">
            <w:r w:rsidRPr="00DC4C4F">
              <w:rPr>
                <w:rFonts w:hint="eastAsia"/>
              </w:rPr>
              <w:t>강좌번호</w:t>
            </w:r>
          </w:p>
        </w:tc>
        <w:tc>
          <w:tcPr>
            <w:tcW w:w="1132" w:type="dxa"/>
            <w:gridSpan w:val="3"/>
          </w:tcPr>
          <w:p w:rsidR="00002E1E" w:rsidRPr="00DC4C4F" w:rsidRDefault="00002E1E"/>
        </w:tc>
        <w:tc>
          <w:tcPr>
            <w:tcW w:w="1260" w:type="dxa"/>
            <w:gridSpan w:val="2"/>
          </w:tcPr>
          <w:p w:rsidR="00002E1E" w:rsidRPr="00DC4C4F" w:rsidRDefault="00002E1E">
            <w:r w:rsidRPr="00DC4C4F">
              <w:rPr>
                <w:rFonts w:hint="eastAsia"/>
              </w:rPr>
              <w:t>과목명</w:t>
            </w:r>
          </w:p>
        </w:tc>
        <w:tc>
          <w:tcPr>
            <w:tcW w:w="1772" w:type="dxa"/>
            <w:gridSpan w:val="2"/>
          </w:tcPr>
          <w:p w:rsidR="00002E1E" w:rsidRPr="00DC4C4F" w:rsidRDefault="00002E1E">
            <w:r w:rsidRPr="00DC4C4F">
              <w:rPr>
                <w:rFonts w:hint="eastAsia"/>
              </w:rPr>
              <w:t>소프트웨어응용</w:t>
            </w:r>
          </w:p>
        </w:tc>
        <w:tc>
          <w:tcPr>
            <w:tcW w:w="623" w:type="dxa"/>
          </w:tcPr>
          <w:p w:rsidR="00002E1E" w:rsidRPr="00DC4C4F" w:rsidRDefault="00002E1E">
            <w:r w:rsidRPr="00DC4C4F">
              <w:rPr>
                <w:rFonts w:hint="eastAsia"/>
              </w:rPr>
              <w:t>학점</w:t>
            </w:r>
          </w:p>
        </w:tc>
        <w:tc>
          <w:tcPr>
            <w:tcW w:w="714" w:type="dxa"/>
          </w:tcPr>
          <w:p w:rsidR="00002E1E" w:rsidRPr="00DC4C4F" w:rsidRDefault="00002E1E">
            <w:r w:rsidRPr="00DC4C4F">
              <w:t>3</w:t>
            </w:r>
          </w:p>
        </w:tc>
      </w:tr>
      <w:tr w:rsidR="00002E1E" w:rsidRPr="00DC4C4F" w:rsidTr="00DC4C4F">
        <w:trPr>
          <w:trHeight w:val="340"/>
        </w:trPr>
        <w:tc>
          <w:tcPr>
            <w:tcW w:w="1367" w:type="dxa"/>
            <w:vMerge w:val="restart"/>
            <w:vAlign w:val="center"/>
          </w:tcPr>
          <w:p w:rsidR="00002E1E" w:rsidRPr="00DC4C4F" w:rsidRDefault="00002E1E" w:rsidP="00DC4C4F">
            <w:pPr>
              <w:jc w:val="center"/>
            </w:pPr>
            <w:r w:rsidRPr="00DC4C4F">
              <w:rPr>
                <w:rFonts w:hint="eastAsia"/>
              </w:rPr>
              <w:t>담당교수</w:t>
            </w:r>
          </w:p>
        </w:tc>
        <w:tc>
          <w:tcPr>
            <w:tcW w:w="3506" w:type="dxa"/>
            <w:gridSpan w:val="6"/>
          </w:tcPr>
          <w:p w:rsidR="00002E1E" w:rsidRPr="00DC4C4F" w:rsidRDefault="00002E1E">
            <w:r w:rsidRPr="00DC4C4F">
              <w:rPr>
                <w:rFonts w:hint="eastAsia"/>
              </w:rPr>
              <w:t>성명</w:t>
            </w:r>
            <w:r w:rsidRPr="00DC4C4F">
              <w:t xml:space="preserve"> : </w:t>
            </w:r>
            <w:smartTag w:uri="urn:schemas-microsoft-com:office:smarttags" w:element="PersonName">
              <w:smartTag w:uri="urn:schemas:contacts" w:element="Sn">
                <w:r w:rsidRPr="00DC4C4F">
                  <w:rPr>
                    <w:rFonts w:hint="eastAsia"/>
                  </w:rPr>
                  <w:t>신</w:t>
                </w:r>
                <w:smartTag w:uri="urn:schemas:contacts" w:element="GivenName"/>
                <w:r w:rsidRPr="00DC4C4F">
                  <w:rPr>
                    <w:rFonts w:hint="eastAsia"/>
                  </w:rPr>
                  <w:t>영길</w:t>
                </w:r>
              </w:smartTag>
            </w:smartTag>
            <w:r w:rsidRPr="00DC4C4F">
              <w:t xml:space="preserve"> (</w:t>
            </w:r>
            <w:r w:rsidRPr="00DC4C4F">
              <w:rPr>
                <w:rFonts w:hint="eastAsia"/>
              </w:rPr>
              <w:t>직</w:t>
            </w:r>
            <w:r w:rsidRPr="00DC4C4F">
              <w:t>:</w:t>
            </w:r>
            <w:r w:rsidRPr="00DC4C4F">
              <w:rPr>
                <w:rFonts w:hint="eastAsia"/>
              </w:rPr>
              <w:t>교수</w:t>
            </w:r>
            <w:r w:rsidRPr="00DC4C4F">
              <w:t>(</w:t>
            </w:r>
            <w:r w:rsidRPr="00DC4C4F">
              <w:rPr>
                <w:rFonts w:hint="eastAsia"/>
              </w:rPr>
              <w:t>학부장</w:t>
            </w:r>
            <w:r w:rsidRPr="00DC4C4F">
              <w:t xml:space="preserve">) ) </w:t>
            </w:r>
          </w:p>
        </w:tc>
        <w:tc>
          <w:tcPr>
            <w:tcW w:w="4369" w:type="dxa"/>
            <w:gridSpan w:val="6"/>
          </w:tcPr>
          <w:p w:rsidR="00002E1E" w:rsidRPr="00DC4C4F" w:rsidRDefault="00002E1E" w:rsidP="00DC4C4F">
            <w:pPr>
              <w:widowControl/>
              <w:numPr>
                <w:ilvl w:val="0"/>
                <w:numId w:val="1"/>
              </w:numPr>
              <w:shd w:val="clear" w:color="auto" w:fill="FFFFFF"/>
              <w:wordWrap/>
              <w:autoSpaceDE/>
              <w:autoSpaceDN/>
              <w:spacing w:line="401" w:lineRule="atLeast"/>
              <w:ind w:left="0"/>
              <w:jc w:val="left"/>
              <w:rPr>
                <w:rFonts w:cs="굴림"/>
                <w:color w:val="333333"/>
                <w:kern w:val="0"/>
                <w:sz w:val="18"/>
                <w:szCs w:val="18"/>
              </w:rPr>
            </w:pPr>
            <w:r w:rsidRPr="00DC4C4F">
              <w:t xml:space="preserve">Homepage : </w:t>
            </w:r>
            <w:hyperlink r:id="rId7" w:history="1">
              <w:r w:rsidRPr="00DC4C4F">
                <w:rPr>
                  <w:rStyle w:val="Hyperlink"/>
                  <w:rFonts w:cs="굴림"/>
                  <w:kern w:val="0"/>
                  <w:sz w:val="18"/>
                </w:rPr>
                <w:t>http://se.snu.ac.kr</w:t>
              </w:r>
            </w:hyperlink>
          </w:p>
        </w:tc>
      </w:tr>
      <w:tr w:rsidR="00002E1E" w:rsidRPr="00DC4C4F" w:rsidTr="00DC4C4F">
        <w:tc>
          <w:tcPr>
            <w:tcW w:w="1367" w:type="dxa"/>
            <w:vMerge/>
            <w:vAlign w:val="center"/>
          </w:tcPr>
          <w:p w:rsidR="00002E1E" w:rsidRPr="00DC4C4F" w:rsidRDefault="00002E1E" w:rsidP="00DC4C4F">
            <w:pPr>
              <w:jc w:val="center"/>
            </w:pPr>
          </w:p>
        </w:tc>
        <w:tc>
          <w:tcPr>
            <w:tcW w:w="3506" w:type="dxa"/>
            <w:gridSpan w:val="6"/>
          </w:tcPr>
          <w:p w:rsidR="00002E1E" w:rsidRPr="00DC4C4F" w:rsidRDefault="00002E1E" w:rsidP="00DC4C4F">
            <w:pPr>
              <w:widowControl/>
              <w:numPr>
                <w:ilvl w:val="0"/>
                <w:numId w:val="2"/>
              </w:numPr>
              <w:shd w:val="clear" w:color="auto" w:fill="FFFFFF"/>
              <w:wordWrap/>
              <w:autoSpaceDE/>
              <w:autoSpaceDN/>
              <w:spacing w:line="401" w:lineRule="atLeast"/>
              <w:ind w:left="0"/>
              <w:jc w:val="left"/>
              <w:rPr>
                <w:rFonts w:cs="굴림"/>
                <w:color w:val="333333"/>
                <w:kern w:val="0"/>
                <w:sz w:val="18"/>
                <w:szCs w:val="18"/>
              </w:rPr>
            </w:pPr>
            <w:r w:rsidRPr="00DC4C4F">
              <w:t xml:space="preserve">E-mail : </w:t>
            </w:r>
            <w:hyperlink r:id="rId8" w:history="1">
              <w:r w:rsidRPr="00DC4C4F">
                <w:rPr>
                  <w:rFonts w:cs="굴림"/>
                  <w:color w:val="1B7DEC"/>
                  <w:kern w:val="0"/>
                  <w:sz w:val="18"/>
                </w:rPr>
                <w:t>yshin@snu.ac.kr</w:t>
              </w:r>
            </w:hyperlink>
          </w:p>
        </w:tc>
        <w:tc>
          <w:tcPr>
            <w:tcW w:w="4369" w:type="dxa"/>
            <w:gridSpan w:val="6"/>
          </w:tcPr>
          <w:p w:rsidR="00002E1E" w:rsidRPr="00DC4C4F" w:rsidRDefault="00002E1E">
            <w:r w:rsidRPr="00DC4C4F">
              <w:rPr>
                <w:rFonts w:hint="eastAsia"/>
              </w:rPr>
              <w:t>전화번호</w:t>
            </w:r>
            <w:r w:rsidRPr="00DC4C4F">
              <w:t xml:space="preserve"> : (02) 880-6757</w:t>
            </w:r>
          </w:p>
        </w:tc>
      </w:tr>
      <w:tr w:rsidR="00002E1E" w:rsidRPr="00DC4C4F" w:rsidTr="00DC4C4F">
        <w:tc>
          <w:tcPr>
            <w:tcW w:w="1367" w:type="dxa"/>
            <w:vMerge/>
            <w:vAlign w:val="center"/>
          </w:tcPr>
          <w:p w:rsidR="00002E1E" w:rsidRPr="00DC4C4F" w:rsidRDefault="00002E1E" w:rsidP="00DC4C4F">
            <w:pPr>
              <w:jc w:val="center"/>
            </w:pPr>
          </w:p>
        </w:tc>
        <w:tc>
          <w:tcPr>
            <w:tcW w:w="7875" w:type="dxa"/>
            <w:gridSpan w:val="12"/>
          </w:tcPr>
          <w:p w:rsidR="00002E1E" w:rsidRPr="00DC4C4F" w:rsidRDefault="00002E1E">
            <w:r w:rsidRPr="00DC4C4F">
              <w:rPr>
                <w:rFonts w:hint="eastAsia"/>
              </w:rPr>
              <w:t>면담시간</w:t>
            </w:r>
            <w:r w:rsidRPr="00DC4C4F">
              <w:t>/</w:t>
            </w:r>
            <w:r w:rsidRPr="00DC4C4F">
              <w:rPr>
                <w:rFonts w:hint="eastAsia"/>
              </w:rPr>
              <w:t>장소</w:t>
            </w:r>
            <w:r w:rsidRPr="00DC4C4F">
              <w:t xml:space="preserve"> : </w:t>
            </w:r>
          </w:p>
        </w:tc>
      </w:tr>
      <w:tr w:rsidR="00002E1E" w:rsidRPr="00DC4C4F" w:rsidTr="00DC4C4F">
        <w:tc>
          <w:tcPr>
            <w:tcW w:w="1367" w:type="dxa"/>
            <w:vAlign w:val="center"/>
          </w:tcPr>
          <w:p w:rsidR="00002E1E" w:rsidRPr="00DC4C4F" w:rsidRDefault="00002E1E" w:rsidP="00DC4C4F">
            <w:pPr>
              <w:jc w:val="center"/>
            </w:pPr>
            <w:r w:rsidRPr="00DC4C4F">
              <w:t xml:space="preserve">1. </w:t>
            </w:r>
            <w:r w:rsidRPr="00DC4C4F">
              <w:rPr>
                <w:rFonts w:hint="eastAsia"/>
              </w:rPr>
              <w:t>수업목표</w:t>
            </w:r>
          </w:p>
        </w:tc>
        <w:tc>
          <w:tcPr>
            <w:tcW w:w="7875" w:type="dxa"/>
            <w:gridSpan w:val="12"/>
          </w:tcPr>
          <w:p w:rsidR="00002E1E" w:rsidRPr="00DC4C4F" w:rsidRDefault="00002E1E" w:rsidP="00FC2261">
            <w:r w:rsidRPr="00DC4C4F">
              <w:t xml:space="preserve">LG CNS </w:t>
            </w:r>
            <w:r w:rsidRPr="00DC4C4F">
              <w:rPr>
                <w:rFonts w:hint="eastAsia"/>
              </w:rPr>
              <w:t>현장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전문가들과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함께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소프트웨어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개발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주요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영역을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실습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위주로</w:t>
            </w:r>
            <w:r w:rsidRPr="00DC4C4F">
              <w:t xml:space="preserve"> </w:t>
            </w:r>
          </w:p>
          <w:p w:rsidR="00002E1E" w:rsidRPr="00DC4C4F" w:rsidRDefault="00002E1E" w:rsidP="006F6EF7">
            <w:r w:rsidRPr="00DC4C4F">
              <w:rPr>
                <w:rFonts w:hint="eastAsia"/>
              </w:rPr>
              <w:t>학습하여</w:t>
            </w:r>
            <w:r w:rsidRPr="00DC4C4F">
              <w:t xml:space="preserve">, </w:t>
            </w:r>
            <w:r w:rsidRPr="00DC4C4F">
              <w:rPr>
                <w:rFonts w:hint="eastAsia"/>
              </w:rPr>
              <w:t>실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현장에서의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소프트웨어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개발이란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무엇인지를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체험함</w:t>
            </w:r>
          </w:p>
        </w:tc>
      </w:tr>
      <w:tr w:rsidR="00002E1E" w:rsidRPr="00DC4C4F" w:rsidTr="00DC4C4F">
        <w:tc>
          <w:tcPr>
            <w:tcW w:w="1367" w:type="dxa"/>
            <w:vAlign w:val="center"/>
          </w:tcPr>
          <w:p w:rsidR="00002E1E" w:rsidRPr="00DC4C4F" w:rsidRDefault="00002E1E" w:rsidP="00DC4C4F">
            <w:pPr>
              <w:jc w:val="center"/>
            </w:pPr>
            <w:r w:rsidRPr="00DC4C4F">
              <w:t xml:space="preserve">2. </w:t>
            </w:r>
            <w:r w:rsidRPr="00DC4C4F">
              <w:rPr>
                <w:rFonts w:hint="eastAsia"/>
              </w:rPr>
              <w:t>교재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및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참고문헌</w:t>
            </w:r>
          </w:p>
        </w:tc>
        <w:tc>
          <w:tcPr>
            <w:tcW w:w="7875" w:type="dxa"/>
            <w:gridSpan w:val="12"/>
          </w:tcPr>
          <w:p w:rsidR="00002E1E" w:rsidRPr="00DC4C4F" w:rsidRDefault="00002E1E">
            <w:r w:rsidRPr="00DC4C4F">
              <w:rPr>
                <w:rFonts w:hint="eastAsia"/>
              </w:rPr>
              <w:t>교수진에서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제작한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자체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교재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및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참고문헌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제공</w:t>
            </w:r>
          </w:p>
          <w:p w:rsidR="00002E1E" w:rsidRPr="00DC4C4F" w:rsidRDefault="00002E1E">
            <w:r w:rsidRPr="00DC4C4F">
              <w:rPr>
                <w:rFonts w:hint="eastAsia"/>
              </w:rPr>
              <w:t>수업시간에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소개해주는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참고도서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제공</w:t>
            </w:r>
            <w:r w:rsidRPr="00DC4C4F">
              <w:t xml:space="preserve"> </w:t>
            </w:r>
          </w:p>
        </w:tc>
      </w:tr>
      <w:tr w:rsidR="00002E1E" w:rsidRPr="00DC4C4F" w:rsidTr="00DC4C4F">
        <w:tc>
          <w:tcPr>
            <w:tcW w:w="1367" w:type="dxa"/>
            <w:vMerge w:val="restart"/>
            <w:vAlign w:val="center"/>
          </w:tcPr>
          <w:p w:rsidR="00002E1E" w:rsidRPr="00DC4C4F" w:rsidRDefault="00002E1E" w:rsidP="00DC4C4F">
            <w:pPr>
              <w:jc w:val="center"/>
            </w:pPr>
            <w:r w:rsidRPr="00DC4C4F">
              <w:t xml:space="preserve">3. </w:t>
            </w:r>
            <w:r w:rsidRPr="00DC4C4F">
              <w:rPr>
                <w:rFonts w:hint="eastAsia"/>
              </w:rPr>
              <w:t>평가방법</w:t>
            </w:r>
          </w:p>
        </w:tc>
        <w:tc>
          <w:tcPr>
            <w:tcW w:w="1264" w:type="dxa"/>
            <w:gridSpan w:val="2"/>
          </w:tcPr>
          <w:p w:rsidR="00002E1E" w:rsidRPr="00DC4C4F" w:rsidRDefault="00002E1E" w:rsidP="00DC4C4F">
            <w:pPr>
              <w:jc w:val="center"/>
              <w:rPr>
                <w:szCs w:val="20"/>
              </w:rPr>
            </w:pPr>
            <w:r w:rsidRPr="00DC4C4F">
              <w:rPr>
                <w:rFonts w:hint="eastAsia"/>
                <w:szCs w:val="20"/>
              </w:rPr>
              <w:t>출석</w:t>
            </w:r>
            <w:r w:rsidRPr="00DC4C4F">
              <w:rPr>
                <w:szCs w:val="20"/>
              </w:rPr>
              <w:t>/</w:t>
            </w:r>
            <w:r w:rsidRPr="00DC4C4F">
              <w:rPr>
                <w:rFonts w:hint="eastAsia"/>
                <w:szCs w:val="20"/>
              </w:rPr>
              <w:t>태도</w:t>
            </w:r>
          </w:p>
        </w:tc>
        <w:tc>
          <w:tcPr>
            <w:tcW w:w="1682" w:type="dxa"/>
            <w:gridSpan w:val="2"/>
          </w:tcPr>
          <w:p w:rsidR="00002E1E" w:rsidRPr="00DC4C4F" w:rsidRDefault="00002E1E" w:rsidP="00DC4C4F">
            <w:pPr>
              <w:jc w:val="center"/>
              <w:rPr>
                <w:szCs w:val="20"/>
              </w:rPr>
            </w:pPr>
            <w:r w:rsidRPr="00DC4C4F">
              <w:rPr>
                <w:rFonts w:hint="eastAsia"/>
                <w:szCs w:val="20"/>
              </w:rPr>
              <w:t>프로젝트</w:t>
            </w:r>
            <w:r w:rsidRPr="00DC4C4F">
              <w:rPr>
                <w:szCs w:val="20"/>
              </w:rPr>
              <w:t xml:space="preserve"> </w:t>
            </w:r>
            <w:r w:rsidRPr="00DC4C4F">
              <w:rPr>
                <w:rFonts w:hint="eastAsia"/>
                <w:szCs w:val="20"/>
              </w:rPr>
              <w:t>과제</w:t>
            </w:r>
          </w:p>
        </w:tc>
        <w:tc>
          <w:tcPr>
            <w:tcW w:w="1263" w:type="dxa"/>
            <w:gridSpan w:val="3"/>
          </w:tcPr>
          <w:p w:rsidR="00002E1E" w:rsidRPr="00DC4C4F" w:rsidRDefault="00002E1E" w:rsidP="00DC4C4F">
            <w:pPr>
              <w:jc w:val="center"/>
              <w:rPr>
                <w:szCs w:val="20"/>
              </w:rPr>
            </w:pPr>
            <w:r w:rsidRPr="00DC4C4F">
              <w:rPr>
                <w:rFonts w:hint="eastAsia"/>
                <w:szCs w:val="20"/>
              </w:rPr>
              <w:t>중간고사</w:t>
            </w:r>
          </w:p>
        </w:tc>
        <w:tc>
          <w:tcPr>
            <w:tcW w:w="1125" w:type="dxa"/>
            <w:gridSpan w:val="2"/>
          </w:tcPr>
          <w:p w:rsidR="00002E1E" w:rsidRPr="00DC4C4F" w:rsidRDefault="00002E1E" w:rsidP="00DC4C4F">
            <w:pPr>
              <w:jc w:val="center"/>
              <w:rPr>
                <w:szCs w:val="20"/>
              </w:rPr>
            </w:pPr>
            <w:r w:rsidRPr="00DC4C4F">
              <w:rPr>
                <w:rFonts w:hint="eastAsia"/>
                <w:szCs w:val="20"/>
              </w:rPr>
              <w:t>기말고사</w:t>
            </w:r>
          </w:p>
        </w:tc>
        <w:tc>
          <w:tcPr>
            <w:tcW w:w="1204" w:type="dxa"/>
          </w:tcPr>
          <w:p w:rsidR="00002E1E" w:rsidRPr="00DC4C4F" w:rsidRDefault="00002E1E" w:rsidP="00DC4C4F">
            <w:pPr>
              <w:jc w:val="center"/>
              <w:rPr>
                <w:szCs w:val="20"/>
              </w:rPr>
            </w:pPr>
            <w:r w:rsidRPr="00DC4C4F">
              <w:rPr>
                <w:rFonts w:hint="eastAsia"/>
                <w:szCs w:val="20"/>
              </w:rPr>
              <w:t>평소학습</w:t>
            </w:r>
          </w:p>
        </w:tc>
        <w:tc>
          <w:tcPr>
            <w:tcW w:w="623" w:type="dxa"/>
          </w:tcPr>
          <w:p w:rsidR="00002E1E" w:rsidRPr="00DC4C4F" w:rsidRDefault="00002E1E" w:rsidP="00DC4C4F">
            <w:pPr>
              <w:jc w:val="center"/>
              <w:rPr>
                <w:szCs w:val="20"/>
              </w:rPr>
            </w:pPr>
            <w:r w:rsidRPr="00DC4C4F">
              <w:rPr>
                <w:rFonts w:hint="eastAsia"/>
                <w:szCs w:val="20"/>
              </w:rPr>
              <w:t>기타</w:t>
            </w:r>
          </w:p>
        </w:tc>
        <w:tc>
          <w:tcPr>
            <w:tcW w:w="714" w:type="dxa"/>
          </w:tcPr>
          <w:p w:rsidR="00002E1E" w:rsidRPr="00DC4C4F" w:rsidRDefault="00002E1E" w:rsidP="00DC4C4F">
            <w:pPr>
              <w:jc w:val="center"/>
              <w:rPr>
                <w:szCs w:val="20"/>
              </w:rPr>
            </w:pPr>
            <w:r w:rsidRPr="00DC4C4F">
              <w:rPr>
                <w:rFonts w:hint="eastAsia"/>
                <w:szCs w:val="20"/>
              </w:rPr>
              <w:t>합계</w:t>
            </w:r>
          </w:p>
        </w:tc>
      </w:tr>
      <w:tr w:rsidR="00002E1E" w:rsidRPr="00DC4C4F" w:rsidTr="00DC4C4F">
        <w:tc>
          <w:tcPr>
            <w:tcW w:w="1367" w:type="dxa"/>
            <w:vMerge/>
            <w:vAlign w:val="center"/>
          </w:tcPr>
          <w:p w:rsidR="00002E1E" w:rsidRPr="00DC4C4F" w:rsidRDefault="00002E1E" w:rsidP="00DC4C4F">
            <w:pPr>
              <w:jc w:val="center"/>
            </w:pPr>
          </w:p>
        </w:tc>
        <w:tc>
          <w:tcPr>
            <w:tcW w:w="1264" w:type="dxa"/>
            <w:gridSpan w:val="2"/>
          </w:tcPr>
          <w:p w:rsidR="00002E1E" w:rsidRPr="00DC4C4F" w:rsidRDefault="00002E1E" w:rsidP="00DC4C4F">
            <w:pPr>
              <w:jc w:val="center"/>
            </w:pPr>
            <w:r w:rsidRPr="00DC4C4F">
              <w:t>10%</w:t>
            </w:r>
          </w:p>
        </w:tc>
        <w:tc>
          <w:tcPr>
            <w:tcW w:w="1682" w:type="dxa"/>
            <w:gridSpan w:val="2"/>
          </w:tcPr>
          <w:p w:rsidR="00002E1E" w:rsidRPr="00DC4C4F" w:rsidRDefault="00002E1E" w:rsidP="00DC4C4F">
            <w:pPr>
              <w:jc w:val="center"/>
            </w:pPr>
            <w:r w:rsidRPr="00DC4C4F">
              <w:t>60%</w:t>
            </w:r>
          </w:p>
        </w:tc>
        <w:tc>
          <w:tcPr>
            <w:tcW w:w="1263" w:type="dxa"/>
            <w:gridSpan w:val="3"/>
          </w:tcPr>
          <w:p w:rsidR="00002E1E" w:rsidRPr="00DC4C4F" w:rsidRDefault="00002E1E" w:rsidP="00DC4C4F">
            <w:pPr>
              <w:jc w:val="center"/>
            </w:pPr>
            <w:r w:rsidRPr="00DC4C4F">
              <w:t>10%</w:t>
            </w:r>
          </w:p>
        </w:tc>
        <w:tc>
          <w:tcPr>
            <w:tcW w:w="1125" w:type="dxa"/>
            <w:gridSpan w:val="2"/>
          </w:tcPr>
          <w:p w:rsidR="00002E1E" w:rsidRPr="00DC4C4F" w:rsidRDefault="00002E1E" w:rsidP="00DC4C4F">
            <w:pPr>
              <w:jc w:val="center"/>
            </w:pPr>
            <w:r w:rsidRPr="00DC4C4F">
              <w:t>20%</w:t>
            </w:r>
          </w:p>
        </w:tc>
        <w:tc>
          <w:tcPr>
            <w:tcW w:w="1204" w:type="dxa"/>
          </w:tcPr>
          <w:p w:rsidR="00002E1E" w:rsidRPr="00DC4C4F" w:rsidRDefault="00002E1E" w:rsidP="00DC4C4F">
            <w:pPr>
              <w:jc w:val="center"/>
            </w:pPr>
            <w:r w:rsidRPr="00DC4C4F">
              <w:t>0%</w:t>
            </w:r>
          </w:p>
        </w:tc>
        <w:tc>
          <w:tcPr>
            <w:tcW w:w="623" w:type="dxa"/>
          </w:tcPr>
          <w:p w:rsidR="00002E1E" w:rsidRPr="00DC4C4F" w:rsidRDefault="00002E1E" w:rsidP="00DC4C4F">
            <w:pPr>
              <w:jc w:val="center"/>
            </w:pPr>
            <w:r w:rsidRPr="00DC4C4F">
              <w:t>0%</w:t>
            </w:r>
          </w:p>
        </w:tc>
        <w:tc>
          <w:tcPr>
            <w:tcW w:w="714" w:type="dxa"/>
          </w:tcPr>
          <w:p w:rsidR="00002E1E" w:rsidRPr="00DC4C4F" w:rsidRDefault="00002E1E" w:rsidP="00DC4C4F">
            <w:pPr>
              <w:jc w:val="center"/>
            </w:pPr>
            <w:r w:rsidRPr="00DC4C4F">
              <w:t>100%</w:t>
            </w:r>
          </w:p>
        </w:tc>
      </w:tr>
      <w:tr w:rsidR="00002E1E" w:rsidRPr="00DC4C4F" w:rsidTr="00DC4C4F">
        <w:tc>
          <w:tcPr>
            <w:tcW w:w="1367" w:type="dxa"/>
            <w:vMerge w:val="restart"/>
            <w:vAlign w:val="center"/>
          </w:tcPr>
          <w:p w:rsidR="00002E1E" w:rsidRPr="00DC4C4F" w:rsidRDefault="00002E1E" w:rsidP="00DC4C4F">
            <w:pPr>
              <w:jc w:val="center"/>
            </w:pPr>
            <w:r w:rsidRPr="00DC4C4F">
              <w:t xml:space="preserve">4. </w:t>
            </w:r>
            <w:r w:rsidRPr="00DC4C4F">
              <w:rPr>
                <w:rFonts w:hint="eastAsia"/>
              </w:rPr>
              <w:t>강의계획</w:t>
            </w:r>
          </w:p>
          <w:p w:rsidR="00002E1E" w:rsidRPr="00DC4C4F" w:rsidRDefault="00002E1E" w:rsidP="00DC4C4F">
            <w:pPr>
              <w:jc w:val="center"/>
            </w:pPr>
          </w:p>
        </w:tc>
        <w:tc>
          <w:tcPr>
            <w:tcW w:w="442" w:type="dxa"/>
          </w:tcPr>
          <w:p w:rsidR="00002E1E" w:rsidRPr="00DC4C4F" w:rsidRDefault="00002E1E" w:rsidP="00DC4C4F">
            <w:pPr>
              <w:jc w:val="center"/>
            </w:pPr>
            <w:r w:rsidRPr="00DC4C4F">
              <w:rPr>
                <w:rFonts w:hint="eastAsia"/>
              </w:rPr>
              <w:t>주</w:t>
            </w:r>
          </w:p>
        </w:tc>
        <w:tc>
          <w:tcPr>
            <w:tcW w:w="7433" w:type="dxa"/>
            <w:gridSpan w:val="11"/>
          </w:tcPr>
          <w:p w:rsidR="00002E1E" w:rsidRPr="00DC4C4F" w:rsidRDefault="00002E1E" w:rsidP="00DC4C4F">
            <w:pPr>
              <w:jc w:val="center"/>
            </w:pPr>
            <w:r w:rsidRPr="00DC4C4F">
              <w:rPr>
                <w:rFonts w:hint="eastAsia"/>
              </w:rPr>
              <w:t>강의내용</w:t>
            </w:r>
          </w:p>
        </w:tc>
      </w:tr>
      <w:tr w:rsidR="00002E1E" w:rsidRPr="00DC4C4F" w:rsidTr="00DC4C4F">
        <w:trPr>
          <w:trHeight w:val="372"/>
        </w:trPr>
        <w:tc>
          <w:tcPr>
            <w:tcW w:w="1367" w:type="dxa"/>
            <w:vMerge/>
            <w:vAlign w:val="center"/>
          </w:tcPr>
          <w:p w:rsidR="00002E1E" w:rsidRPr="00DC4C4F" w:rsidRDefault="00002E1E" w:rsidP="00DC4C4F">
            <w:pPr>
              <w:jc w:val="center"/>
            </w:pPr>
          </w:p>
        </w:tc>
        <w:tc>
          <w:tcPr>
            <w:tcW w:w="442" w:type="dxa"/>
            <w:vAlign w:val="center"/>
          </w:tcPr>
          <w:p w:rsidR="00002E1E" w:rsidRPr="00DC4C4F" w:rsidRDefault="00002E1E" w:rsidP="00DC4C4F">
            <w:pPr>
              <w:jc w:val="center"/>
            </w:pPr>
            <w:r w:rsidRPr="00DC4C4F">
              <w:t>1</w:t>
            </w:r>
          </w:p>
        </w:tc>
        <w:tc>
          <w:tcPr>
            <w:tcW w:w="7433" w:type="dxa"/>
            <w:gridSpan w:val="11"/>
            <w:vAlign w:val="center"/>
          </w:tcPr>
          <w:p w:rsidR="00002E1E" w:rsidRPr="00DC4C4F" w:rsidRDefault="00002E1E" w:rsidP="00DC4C4F">
            <w:pPr>
              <w:pStyle w:val="NormalWeb"/>
              <w:wordWrap w:val="0"/>
              <w:spacing w:before="0" w:beforeAutospacing="0" w:after="0" w:afterAutospacing="0"/>
              <w:textAlignment w:val="center"/>
              <w:rPr>
                <w:rFonts w:ascii="맑은 고딕" w:eastAsia="맑은 고딕" w:cs="Arial"/>
                <w:color w:val="000000"/>
                <w:kern w:val="24"/>
                <w:sz w:val="20"/>
                <w:szCs w:val="20"/>
              </w:rPr>
            </w:pPr>
            <w:r w:rsidRPr="00DC4C4F">
              <w:rPr>
                <w:rFonts w:ascii="맑은 고딕" w:eastAsia="맑은 고딕" w:hAnsi="맑은 고딕" w:cs="Arial"/>
                <w:color w:val="000000"/>
                <w:kern w:val="24"/>
                <w:sz w:val="20"/>
                <w:szCs w:val="20"/>
              </w:rPr>
              <w:t>[</w:t>
            </w:r>
            <w:r w:rsidRPr="00DC4C4F">
              <w:rPr>
                <w:rFonts w:ascii="맑은 고딕" w:eastAsia="맑은 고딕" w:hAnsi="맑은 고딕" w:cs="Arial" w:hint="eastAsia"/>
                <w:color w:val="000000"/>
                <w:kern w:val="24"/>
                <w:sz w:val="20"/>
                <w:szCs w:val="20"/>
              </w:rPr>
              <w:t>과정</w:t>
            </w:r>
            <w:r w:rsidRPr="00DC4C4F">
              <w:rPr>
                <w:rFonts w:ascii="맑은 고딕" w:eastAsia="맑은 고딕" w:hAnsi="맑은 고딕" w:cs="Arial"/>
                <w:color w:val="000000"/>
                <w:kern w:val="24"/>
                <w:sz w:val="20"/>
                <w:szCs w:val="20"/>
              </w:rPr>
              <w:t xml:space="preserve"> Orientation]</w:t>
            </w:r>
          </w:p>
        </w:tc>
      </w:tr>
      <w:tr w:rsidR="00002E1E" w:rsidRPr="00DC4C4F" w:rsidTr="00DC4C4F">
        <w:trPr>
          <w:trHeight w:val="561"/>
        </w:trPr>
        <w:tc>
          <w:tcPr>
            <w:tcW w:w="1367" w:type="dxa"/>
            <w:vMerge/>
            <w:vAlign w:val="center"/>
          </w:tcPr>
          <w:p w:rsidR="00002E1E" w:rsidRPr="00DC4C4F" w:rsidRDefault="00002E1E" w:rsidP="00DC4C4F">
            <w:pPr>
              <w:jc w:val="center"/>
            </w:pPr>
          </w:p>
        </w:tc>
        <w:tc>
          <w:tcPr>
            <w:tcW w:w="442" w:type="dxa"/>
            <w:vAlign w:val="center"/>
          </w:tcPr>
          <w:p w:rsidR="00002E1E" w:rsidRPr="00DC4C4F" w:rsidRDefault="00002E1E" w:rsidP="00DC4C4F">
            <w:pPr>
              <w:jc w:val="center"/>
            </w:pPr>
            <w:r w:rsidRPr="00DC4C4F">
              <w:t>2</w:t>
            </w:r>
          </w:p>
        </w:tc>
        <w:tc>
          <w:tcPr>
            <w:tcW w:w="2694" w:type="dxa"/>
            <w:gridSpan w:val="4"/>
            <w:vAlign w:val="center"/>
          </w:tcPr>
          <w:p w:rsidR="00002E1E" w:rsidRPr="00DC4C4F" w:rsidRDefault="00002E1E" w:rsidP="00FE6143">
            <w:r w:rsidRPr="00DC4C4F">
              <w:t>[</w:t>
            </w:r>
            <w:r w:rsidRPr="00DC4C4F">
              <w:rPr>
                <w:rFonts w:hint="eastAsia"/>
              </w:rPr>
              <w:t>특강</w:t>
            </w:r>
            <w:r w:rsidRPr="00DC4C4F">
              <w:t xml:space="preserve">] </w:t>
            </w:r>
            <w:r w:rsidRPr="00DC4C4F">
              <w:rPr>
                <w:rFonts w:hint="eastAsia"/>
              </w:rPr>
              <w:t>소프트웨어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공학</w:t>
            </w:r>
          </w:p>
        </w:tc>
        <w:tc>
          <w:tcPr>
            <w:tcW w:w="4739" w:type="dxa"/>
            <w:gridSpan w:val="7"/>
            <w:vAlign w:val="center"/>
          </w:tcPr>
          <w:p w:rsidR="00002E1E" w:rsidRPr="00DC4C4F" w:rsidRDefault="00002E1E" w:rsidP="00DC4C4F">
            <w:pPr>
              <w:pStyle w:val="NormalWeb"/>
              <w:wordWrap w:val="0"/>
              <w:spacing w:before="0" w:beforeAutospacing="0" w:after="0" w:afterAutospacing="0"/>
              <w:textAlignment w:val="center"/>
              <w:rPr>
                <w:rFonts w:ascii="맑은 고딕" w:eastAsia="맑은 고딕" w:cs="Arial"/>
                <w:sz w:val="20"/>
                <w:szCs w:val="20"/>
              </w:rPr>
            </w:pPr>
            <w:r w:rsidRPr="00DC4C4F">
              <w:rPr>
                <w:rFonts w:ascii="맑은 고딕" w:eastAsia="맑은 고딕" w:cs="Arial" w:hint="eastAsia"/>
                <w:sz w:val="20"/>
                <w:szCs w:val="20"/>
              </w:rPr>
              <w:t>소프트웨어</w:t>
            </w:r>
            <w:r w:rsidRPr="00DC4C4F">
              <w:rPr>
                <w:rFonts w:ascii="맑은 고딕" w:eastAsia="맑은 고딕" w:cs="Arial"/>
                <w:sz w:val="20"/>
                <w:szCs w:val="20"/>
              </w:rPr>
              <w:t xml:space="preserve"> </w:t>
            </w:r>
            <w:r w:rsidRPr="00DC4C4F">
              <w:rPr>
                <w:rFonts w:ascii="맑은 고딕" w:eastAsia="맑은 고딕" w:cs="Arial" w:hint="eastAsia"/>
                <w:sz w:val="20"/>
                <w:szCs w:val="20"/>
              </w:rPr>
              <w:t>공학</w:t>
            </w:r>
            <w:r w:rsidRPr="00DC4C4F">
              <w:rPr>
                <w:rFonts w:ascii="맑은 고딕" w:eastAsia="맑은 고딕" w:cs="Arial"/>
                <w:sz w:val="20"/>
                <w:szCs w:val="20"/>
              </w:rPr>
              <w:t xml:space="preserve"> </w:t>
            </w:r>
            <w:r w:rsidRPr="00DC4C4F">
              <w:rPr>
                <w:rFonts w:ascii="맑은 고딕" w:eastAsia="맑은 고딕" w:cs="Arial" w:hint="eastAsia"/>
                <w:sz w:val="20"/>
                <w:szCs w:val="20"/>
              </w:rPr>
              <w:t>기본</w:t>
            </w:r>
            <w:r w:rsidRPr="00DC4C4F">
              <w:rPr>
                <w:rFonts w:ascii="맑은 고딕" w:eastAsia="맑은 고딕" w:cs="Arial"/>
                <w:sz w:val="20"/>
                <w:szCs w:val="20"/>
              </w:rPr>
              <w:t xml:space="preserve"> </w:t>
            </w:r>
          </w:p>
          <w:p w:rsidR="00002E1E" w:rsidRPr="00DC4C4F" w:rsidRDefault="00002E1E" w:rsidP="00DC4C4F">
            <w:pPr>
              <w:pStyle w:val="NormalWeb"/>
              <w:wordWrap w:val="0"/>
              <w:spacing w:before="0" w:beforeAutospacing="0" w:after="0" w:afterAutospacing="0"/>
              <w:textAlignment w:val="center"/>
              <w:rPr>
                <w:rFonts w:ascii="맑은 고딕" w:eastAsia="맑은 고딕" w:cs="Arial"/>
                <w:sz w:val="20"/>
                <w:szCs w:val="20"/>
              </w:rPr>
            </w:pPr>
            <w:r w:rsidRPr="00DC4C4F">
              <w:rPr>
                <w:rFonts w:ascii="맑은 고딕" w:eastAsia="맑은 고딕" w:cs="Arial" w:hint="eastAsia"/>
                <w:sz w:val="20"/>
                <w:szCs w:val="20"/>
              </w:rPr>
              <w:t>현장에서의</w:t>
            </w:r>
            <w:r w:rsidRPr="00DC4C4F">
              <w:rPr>
                <w:rFonts w:ascii="맑은 고딕" w:eastAsia="맑은 고딕" w:cs="Arial"/>
                <w:sz w:val="20"/>
                <w:szCs w:val="20"/>
              </w:rPr>
              <w:t xml:space="preserve"> </w:t>
            </w:r>
            <w:r w:rsidRPr="00DC4C4F">
              <w:rPr>
                <w:rFonts w:ascii="맑은 고딕" w:eastAsia="맑은 고딕" w:cs="Arial" w:hint="eastAsia"/>
                <w:sz w:val="20"/>
                <w:szCs w:val="20"/>
              </w:rPr>
              <w:t>소프트웨어</w:t>
            </w:r>
            <w:r w:rsidRPr="00DC4C4F">
              <w:rPr>
                <w:rFonts w:ascii="맑은 고딕" w:eastAsia="맑은 고딕" w:cs="Arial"/>
                <w:sz w:val="20"/>
                <w:szCs w:val="20"/>
              </w:rPr>
              <w:t xml:space="preserve"> </w:t>
            </w:r>
            <w:r w:rsidRPr="00DC4C4F">
              <w:rPr>
                <w:rFonts w:ascii="맑은 고딕" w:eastAsia="맑은 고딕" w:cs="Arial" w:hint="eastAsia"/>
                <w:sz w:val="20"/>
                <w:szCs w:val="20"/>
              </w:rPr>
              <w:t>공학</w:t>
            </w:r>
            <w:r w:rsidRPr="00DC4C4F">
              <w:rPr>
                <w:rFonts w:ascii="맑은 고딕" w:eastAsia="맑은 고딕" w:cs="Arial"/>
                <w:sz w:val="20"/>
                <w:szCs w:val="20"/>
              </w:rPr>
              <w:t xml:space="preserve"> </w:t>
            </w:r>
            <w:r w:rsidRPr="00DC4C4F">
              <w:rPr>
                <w:rFonts w:ascii="맑은 고딕" w:eastAsia="맑은 고딕" w:cs="Arial" w:hint="eastAsia"/>
                <w:sz w:val="20"/>
                <w:szCs w:val="20"/>
              </w:rPr>
              <w:t>적용</w:t>
            </w:r>
            <w:r w:rsidRPr="00DC4C4F">
              <w:rPr>
                <w:rFonts w:ascii="맑은 고딕" w:eastAsia="맑은 고딕" w:hAnsi="맑은 고딕" w:cs="Arial"/>
                <w:sz w:val="20"/>
                <w:szCs w:val="20"/>
              </w:rPr>
              <w:t xml:space="preserve"> </w:t>
            </w:r>
            <w:r w:rsidRPr="00DC4C4F">
              <w:rPr>
                <w:rFonts w:ascii="맑은 고딕" w:eastAsia="맑은 고딕" w:hAnsi="맑은 고딕" w:cs="Arial" w:hint="eastAsia"/>
                <w:sz w:val="20"/>
                <w:szCs w:val="20"/>
              </w:rPr>
              <w:t>사례</w:t>
            </w:r>
          </w:p>
        </w:tc>
      </w:tr>
      <w:tr w:rsidR="00002E1E" w:rsidRPr="00DC4C4F" w:rsidTr="00DC4C4F">
        <w:tc>
          <w:tcPr>
            <w:tcW w:w="1367" w:type="dxa"/>
            <w:vMerge/>
            <w:vAlign w:val="center"/>
          </w:tcPr>
          <w:p w:rsidR="00002E1E" w:rsidRPr="00DC4C4F" w:rsidRDefault="00002E1E" w:rsidP="00DC4C4F">
            <w:pPr>
              <w:jc w:val="center"/>
            </w:pPr>
          </w:p>
        </w:tc>
        <w:tc>
          <w:tcPr>
            <w:tcW w:w="442" w:type="dxa"/>
            <w:vAlign w:val="center"/>
          </w:tcPr>
          <w:p w:rsidR="00002E1E" w:rsidRPr="00DC4C4F" w:rsidRDefault="00002E1E" w:rsidP="00DC4C4F">
            <w:pPr>
              <w:jc w:val="center"/>
            </w:pPr>
            <w:r w:rsidRPr="00DC4C4F">
              <w:t>3</w:t>
            </w:r>
          </w:p>
        </w:tc>
        <w:tc>
          <w:tcPr>
            <w:tcW w:w="2694" w:type="dxa"/>
            <w:gridSpan w:val="4"/>
            <w:vAlign w:val="center"/>
          </w:tcPr>
          <w:p w:rsidR="00002E1E" w:rsidRPr="00DC4C4F" w:rsidRDefault="00002E1E" w:rsidP="00FE6143">
            <w:r w:rsidRPr="00DC4C4F">
              <w:t>[</w:t>
            </w:r>
            <w:r w:rsidRPr="00DC4C4F">
              <w:rPr>
                <w:rFonts w:hint="eastAsia"/>
              </w:rPr>
              <w:t>특강</w:t>
            </w:r>
            <w:r w:rsidRPr="00DC4C4F">
              <w:t xml:space="preserve">] IT Presentation </w:t>
            </w:r>
            <w:r w:rsidRPr="00DC4C4F">
              <w:rPr>
                <w:rFonts w:hint="eastAsia"/>
              </w:rPr>
              <w:t>스킬</w:t>
            </w:r>
          </w:p>
        </w:tc>
        <w:tc>
          <w:tcPr>
            <w:tcW w:w="4739" w:type="dxa"/>
            <w:gridSpan w:val="7"/>
            <w:vAlign w:val="center"/>
          </w:tcPr>
          <w:p w:rsidR="00002E1E" w:rsidRPr="00DC4C4F" w:rsidRDefault="00002E1E" w:rsidP="00DC4C4F">
            <w:pPr>
              <w:jc w:val="left"/>
              <w:rPr>
                <w:rFonts w:cs="Arial"/>
                <w:color w:val="000000"/>
                <w:kern w:val="24"/>
                <w:szCs w:val="20"/>
              </w:rPr>
            </w:pPr>
            <w:r w:rsidRPr="00DC4C4F">
              <w:t xml:space="preserve">IT PT </w:t>
            </w:r>
            <w:r w:rsidRPr="00DC4C4F">
              <w:rPr>
                <w:rFonts w:hint="eastAsia"/>
              </w:rPr>
              <w:t>이론</w:t>
            </w:r>
            <w:r w:rsidRPr="00DC4C4F">
              <w:t xml:space="preserve"> / </w:t>
            </w:r>
            <w:r w:rsidRPr="00DC4C4F">
              <w:rPr>
                <w:rFonts w:hint="eastAsia"/>
              </w:rPr>
              <w:t>실습</w:t>
            </w:r>
          </w:p>
        </w:tc>
      </w:tr>
      <w:tr w:rsidR="00002E1E" w:rsidRPr="00DC4C4F" w:rsidTr="00DC4C4F">
        <w:tc>
          <w:tcPr>
            <w:tcW w:w="1367" w:type="dxa"/>
            <w:vMerge/>
            <w:vAlign w:val="center"/>
          </w:tcPr>
          <w:p w:rsidR="00002E1E" w:rsidRPr="00DC4C4F" w:rsidRDefault="00002E1E" w:rsidP="00DC4C4F">
            <w:pPr>
              <w:jc w:val="center"/>
            </w:pPr>
          </w:p>
        </w:tc>
        <w:tc>
          <w:tcPr>
            <w:tcW w:w="442" w:type="dxa"/>
            <w:vAlign w:val="center"/>
          </w:tcPr>
          <w:p w:rsidR="00002E1E" w:rsidRPr="00DC4C4F" w:rsidRDefault="00002E1E" w:rsidP="00DC4C4F">
            <w:pPr>
              <w:jc w:val="center"/>
            </w:pPr>
            <w:r w:rsidRPr="00DC4C4F">
              <w:t>4</w:t>
            </w:r>
          </w:p>
        </w:tc>
        <w:tc>
          <w:tcPr>
            <w:tcW w:w="2694" w:type="dxa"/>
            <w:gridSpan w:val="4"/>
            <w:vAlign w:val="center"/>
          </w:tcPr>
          <w:p w:rsidR="00002E1E" w:rsidRPr="00DC4C4F" w:rsidRDefault="00002E1E" w:rsidP="00FE6143">
            <w:r w:rsidRPr="00DC4C4F">
              <w:t xml:space="preserve">1. </w:t>
            </w:r>
            <w:r w:rsidRPr="00DC4C4F">
              <w:rPr>
                <w:rFonts w:hint="eastAsia"/>
              </w:rPr>
              <w:t>분석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모델링</w:t>
            </w:r>
          </w:p>
        </w:tc>
        <w:tc>
          <w:tcPr>
            <w:tcW w:w="4739" w:type="dxa"/>
            <w:gridSpan w:val="7"/>
            <w:vAlign w:val="center"/>
          </w:tcPr>
          <w:p w:rsidR="00002E1E" w:rsidRPr="00DC4C4F" w:rsidRDefault="00002E1E" w:rsidP="00DC4C4F">
            <w:pPr>
              <w:jc w:val="left"/>
            </w:pPr>
            <w:r w:rsidRPr="00DC4C4F">
              <w:rPr>
                <w:rFonts w:hint="eastAsia"/>
              </w:rPr>
              <w:t>분석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모델링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이론</w:t>
            </w:r>
            <w:r w:rsidRPr="00DC4C4F">
              <w:t>(</w:t>
            </w:r>
            <w:r w:rsidRPr="00DC4C4F">
              <w:rPr>
                <w:rFonts w:hint="eastAsia"/>
              </w:rPr>
              <w:t>요구사항</w:t>
            </w:r>
            <w:r w:rsidRPr="00DC4C4F">
              <w:t xml:space="preserve">) / </w:t>
            </w:r>
            <w:r w:rsidRPr="00DC4C4F">
              <w:rPr>
                <w:rFonts w:hint="eastAsia"/>
              </w:rPr>
              <w:t>실습</w:t>
            </w:r>
            <w:r w:rsidRPr="00DC4C4F">
              <w:t xml:space="preserve"> </w:t>
            </w:r>
          </w:p>
          <w:p w:rsidR="00002E1E" w:rsidRPr="00DC4C4F" w:rsidRDefault="00002E1E" w:rsidP="00DC4C4F">
            <w:pPr>
              <w:jc w:val="left"/>
              <w:rPr>
                <w:rFonts w:cs="Arial"/>
                <w:szCs w:val="20"/>
              </w:rPr>
            </w:pPr>
            <w:r w:rsidRPr="00DC4C4F">
              <w:rPr>
                <w:rFonts w:hint="eastAsia"/>
              </w:rPr>
              <w:t>분석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모델링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이론</w:t>
            </w:r>
            <w:r w:rsidRPr="00DC4C4F">
              <w:t>(</w:t>
            </w:r>
            <w:r w:rsidRPr="00DC4C4F">
              <w:rPr>
                <w:rFonts w:hint="eastAsia"/>
              </w:rPr>
              <w:t>업무</w:t>
            </w:r>
            <w:r w:rsidRPr="00DC4C4F">
              <w:t xml:space="preserve">) / </w:t>
            </w:r>
            <w:r w:rsidRPr="00DC4C4F">
              <w:rPr>
                <w:rFonts w:hint="eastAsia"/>
              </w:rPr>
              <w:t>실습</w:t>
            </w:r>
          </w:p>
        </w:tc>
      </w:tr>
      <w:tr w:rsidR="00002E1E" w:rsidRPr="00DC4C4F" w:rsidTr="00DC4C4F">
        <w:tc>
          <w:tcPr>
            <w:tcW w:w="1367" w:type="dxa"/>
            <w:vMerge/>
            <w:vAlign w:val="center"/>
          </w:tcPr>
          <w:p w:rsidR="00002E1E" w:rsidRPr="00DC4C4F" w:rsidRDefault="00002E1E" w:rsidP="00DC4C4F">
            <w:pPr>
              <w:jc w:val="center"/>
            </w:pPr>
          </w:p>
        </w:tc>
        <w:tc>
          <w:tcPr>
            <w:tcW w:w="442" w:type="dxa"/>
            <w:vAlign w:val="center"/>
          </w:tcPr>
          <w:p w:rsidR="00002E1E" w:rsidRPr="00DC4C4F" w:rsidRDefault="00002E1E" w:rsidP="00DC4C4F">
            <w:pPr>
              <w:jc w:val="center"/>
            </w:pPr>
            <w:r w:rsidRPr="00DC4C4F">
              <w:t>5</w:t>
            </w:r>
          </w:p>
        </w:tc>
        <w:tc>
          <w:tcPr>
            <w:tcW w:w="2694" w:type="dxa"/>
            <w:gridSpan w:val="4"/>
            <w:vAlign w:val="center"/>
          </w:tcPr>
          <w:p w:rsidR="00002E1E" w:rsidRPr="00DC4C4F" w:rsidRDefault="00002E1E" w:rsidP="00FE6143">
            <w:r w:rsidRPr="00DC4C4F">
              <w:t xml:space="preserve">2. </w:t>
            </w:r>
            <w:r w:rsidRPr="00DC4C4F">
              <w:rPr>
                <w:rFonts w:hint="eastAsia"/>
              </w:rPr>
              <w:t>임베디드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설계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모델링</w:t>
            </w:r>
          </w:p>
        </w:tc>
        <w:tc>
          <w:tcPr>
            <w:tcW w:w="4739" w:type="dxa"/>
            <w:gridSpan w:val="7"/>
            <w:vAlign w:val="center"/>
          </w:tcPr>
          <w:p w:rsidR="00002E1E" w:rsidRPr="00DC4C4F" w:rsidRDefault="00002E1E" w:rsidP="00DC4C4F">
            <w:pPr>
              <w:jc w:val="left"/>
            </w:pPr>
            <w:r w:rsidRPr="00DC4C4F">
              <w:rPr>
                <w:rFonts w:hint="eastAsia"/>
              </w:rPr>
              <w:t>임베디드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설계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모델링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이론</w:t>
            </w:r>
            <w:r w:rsidRPr="00DC4C4F">
              <w:t xml:space="preserve"> / </w:t>
            </w:r>
            <w:r w:rsidRPr="00DC4C4F">
              <w:rPr>
                <w:rFonts w:hint="eastAsia"/>
              </w:rPr>
              <w:t>실습</w:t>
            </w:r>
            <w:r w:rsidRPr="00DC4C4F">
              <w:t xml:space="preserve">  </w:t>
            </w:r>
          </w:p>
          <w:p w:rsidR="00002E1E" w:rsidRPr="00DC4C4F" w:rsidRDefault="00002E1E" w:rsidP="00DC4C4F">
            <w:pPr>
              <w:jc w:val="left"/>
            </w:pPr>
            <w:r w:rsidRPr="00DC4C4F">
              <w:rPr>
                <w:rFonts w:hint="eastAsia"/>
              </w:rPr>
              <w:t>아키텍처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설계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이론</w:t>
            </w:r>
          </w:p>
        </w:tc>
      </w:tr>
      <w:tr w:rsidR="00002E1E" w:rsidRPr="00DC4C4F" w:rsidTr="00DC4C4F">
        <w:tc>
          <w:tcPr>
            <w:tcW w:w="1367" w:type="dxa"/>
            <w:vMerge/>
            <w:vAlign w:val="center"/>
          </w:tcPr>
          <w:p w:rsidR="00002E1E" w:rsidRPr="00DC4C4F" w:rsidRDefault="00002E1E" w:rsidP="00DC4C4F">
            <w:pPr>
              <w:jc w:val="center"/>
            </w:pPr>
          </w:p>
        </w:tc>
        <w:tc>
          <w:tcPr>
            <w:tcW w:w="442" w:type="dxa"/>
            <w:vAlign w:val="center"/>
          </w:tcPr>
          <w:p w:rsidR="00002E1E" w:rsidRPr="00DC4C4F" w:rsidRDefault="00002E1E" w:rsidP="00DC4C4F">
            <w:pPr>
              <w:jc w:val="center"/>
            </w:pPr>
            <w:r w:rsidRPr="00DC4C4F">
              <w:t>6</w:t>
            </w:r>
          </w:p>
        </w:tc>
        <w:tc>
          <w:tcPr>
            <w:tcW w:w="2694" w:type="dxa"/>
            <w:gridSpan w:val="4"/>
            <w:vAlign w:val="center"/>
          </w:tcPr>
          <w:p w:rsidR="00002E1E" w:rsidRPr="00DC4C4F" w:rsidRDefault="00002E1E" w:rsidP="006F6EF7">
            <w:r w:rsidRPr="00DC4C4F">
              <w:t xml:space="preserve">3. </w:t>
            </w:r>
            <w:r w:rsidRPr="00DC4C4F">
              <w:rPr>
                <w:rFonts w:hint="eastAsia"/>
              </w:rPr>
              <w:t>응용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설계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모델링</w:t>
            </w:r>
          </w:p>
        </w:tc>
        <w:tc>
          <w:tcPr>
            <w:tcW w:w="4739" w:type="dxa"/>
            <w:gridSpan w:val="7"/>
            <w:vAlign w:val="center"/>
          </w:tcPr>
          <w:p w:rsidR="00002E1E" w:rsidRPr="00DC4C4F" w:rsidRDefault="00002E1E" w:rsidP="00DC4C4F">
            <w:pPr>
              <w:jc w:val="left"/>
            </w:pPr>
            <w:r w:rsidRPr="00DC4C4F">
              <w:rPr>
                <w:rFonts w:hint="eastAsia"/>
              </w:rPr>
              <w:t>응용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설계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모델링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이론</w:t>
            </w:r>
            <w:r w:rsidRPr="00DC4C4F">
              <w:t xml:space="preserve"> / </w:t>
            </w:r>
            <w:r w:rsidRPr="00DC4C4F">
              <w:rPr>
                <w:rFonts w:hint="eastAsia"/>
              </w:rPr>
              <w:t>실습</w:t>
            </w:r>
          </w:p>
        </w:tc>
      </w:tr>
      <w:tr w:rsidR="00002E1E" w:rsidRPr="00DC4C4F" w:rsidTr="00DC4C4F">
        <w:tc>
          <w:tcPr>
            <w:tcW w:w="1367" w:type="dxa"/>
            <w:vMerge/>
            <w:vAlign w:val="center"/>
          </w:tcPr>
          <w:p w:rsidR="00002E1E" w:rsidRPr="00DC4C4F" w:rsidRDefault="00002E1E" w:rsidP="00DC4C4F">
            <w:pPr>
              <w:jc w:val="center"/>
            </w:pPr>
          </w:p>
        </w:tc>
        <w:tc>
          <w:tcPr>
            <w:tcW w:w="442" w:type="dxa"/>
            <w:vAlign w:val="center"/>
          </w:tcPr>
          <w:p w:rsidR="00002E1E" w:rsidRPr="00DC4C4F" w:rsidRDefault="00002E1E" w:rsidP="00DC4C4F">
            <w:pPr>
              <w:jc w:val="center"/>
            </w:pPr>
            <w:r w:rsidRPr="00DC4C4F">
              <w:t>7</w:t>
            </w:r>
          </w:p>
        </w:tc>
        <w:tc>
          <w:tcPr>
            <w:tcW w:w="7433" w:type="dxa"/>
            <w:gridSpan w:val="11"/>
            <w:vAlign w:val="center"/>
          </w:tcPr>
          <w:p w:rsidR="00002E1E" w:rsidRPr="00DC4C4F" w:rsidRDefault="00002E1E" w:rsidP="006F6EF7">
            <w:r w:rsidRPr="00DC4C4F">
              <w:rPr>
                <w:rFonts w:hint="eastAsia"/>
              </w:rPr>
              <w:t>중간고사</w:t>
            </w:r>
          </w:p>
        </w:tc>
      </w:tr>
      <w:tr w:rsidR="00002E1E" w:rsidRPr="00DC4C4F" w:rsidTr="00DC4C4F">
        <w:tc>
          <w:tcPr>
            <w:tcW w:w="1367" w:type="dxa"/>
            <w:vMerge/>
            <w:vAlign w:val="center"/>
          </w:tcPr>
          <w:p w:rsidR="00002E1E" w:rsidRPr="00DC4C4F" w:rsidRDefault="00002E1E" w:rsidP="00DC4C4F">
            <w:pPr>
              <w:jc w:val="center"/>
            </w:pPr>
          </w:p>
        </w:tc>
        <w:tc>
          <w:tcPr>
            <w:tcW w:w="442" w:type="dxa"/>
            <w:vAlign w:val="center"/>
          </w:tcPr>
          <w:p w:rsidR="00002E1E" w:rsidRPr="00DC4C4F" w:rsidRDefault="00002E1E" w:rsidP="00DC4C4F">
            <w:pPr>
              <w:jc w:val="center"/>
            </w:pPr>
            <w:r w:rsidRPr="00DC4C4F">
              <w:t>8</w:t>
            </w:r>
          </w:p>
        </w:tc>
        <w:tc>
          <w:tcPr>
            <w:tcW w:w="7433" w:type="dxa"/>
            <w:gridSpan w:val="11"/>
          </w:tcPr>
          <w:p w:rsidR="00002E1E" w:rsidRPr="00DC4C4F" w:rsidRDefault="00002E1E" w:rsidP="00DC4C4F">
            <w:pPr>
              <w:jc w:val="left"/>
            </w:pPr>
            <w:r w:rsidRPr="00DC4C4F">
              <w:t>[</w:t>
            </w:r>
            <w:r w:rsidRPr="00DC4C4F">
              <w:rPr>
                <w:rFonts w:hint="eastAsia"/>
              </w:rPr>
              <w:t>현장</w:t>
            </w:r>
            <w:r w:rsidRPr="00DC4C4F">
              <w:t xml:space="preserve">  Tour] </w:t>
            </w:r>
            <w:r w:rsidRPr="00DC4C4F">
              <w:rPr>
                <w:rFonts w:hint="eastAsia"/>
              </w:rPr>
              <w:t>상암</w:t>
            </w:r>
            <w:r w:rsidRPr="00DC4C4F">
              <w:t xml:space="preserve"> IT </w:t>
            </w:r>
            <w:r w:rsidRPr="00DC4C4F">
              <w:rPr>
                <w:rFonts w:hint="eastAsia"/>
              </w:rPr>
              <w:t>센터</w:t>
            </w:r>
            <w:r w:rsidRPr="00DC4C4F">
              <w:t xml:space="preserve">(R&amp;D </w:t>
            </w:r>
            <w:r w:rsidRPr="00DC4C4F">
              <w:rPr>
                <w:rFonts w:hint="eastAsia"/>
              </w:rPr>
              <w:t>전시관</w:t>
            </w:r>
            <w:r w:rsidRPr="00DC4C4F">
              <w:t xml:space="preserve">, Data </w:t>
            </w:r>
            <w:r w:rsidRPr="00DC4C4F">
              <w:rPr>
                <w:rFonts w:hint="eastAsia"/>
              </w:rPr>
              <w:t>센터</w:t>
            </w:r>
            <w:r w:rsidRPr="00DC4C4F">
              <w:t>)</w:t>
            </w:r>
          </w:p>
        </w:tc>
      </w:tr>
      <w:tr w:rsidR="00002E1E" w:rsidRPr="00DC4C4F" w:rsidTr="00DC4C4F">
        <w:tc>
          <w:tcPr>
            <w:tcW w:w="1367" w:type="dxa"/>
            <w:vMerge/>
            <w:vAlign w:val="center"/>
          </w:tcPr>
          <w:p w:rsidR="00002E1E" w:rsidRPr="00DC4C4F" w:rsidRDefault="00002E1E" w:rsidP="00DC4C4F">
            <w:pPr>
              <w:jc w:val="center"/>
            </w:pPr>
          </w:p>
        </w:tc>
        <w:tc>
          <w:tcPr>
            <w:tcW w:w="442" w:type="dxa"/>
            <w:vAlign w:val="center"/>
          </w:tcPr>
          <w:p w:rsidR="00002E1E" w:rsidRPr="00DC4C4F" w:rsidRDefault="00002E1E" w:rsidP="00DC4C4F">
            <w:pPr>
              <w:jc w:val="center"/>
            </w:pPr>
            <w:r w:rsidRPr="00DC4C4F">
              <w:t>9</w:t>
            </w:r>
          </w:p>
        </w:tc>
        <w:tc>
          <w:tcPr>
            <w:tcW w:w="7433" w:type="dxa"/>
            <w:gridSpan w:val="11"/>
          </w:tcPr>
          <w:p w:rsidR="00002E1E" w:rsidRPr="00DC4C4F" w:rsidRDefault="00002E1E" w:rsidP="00DC4C4F">
            <w:pPr>
              <w:jc w:val="left"/>
            </w:pPr>
            <w:r w:rsidRPr="00DC4C4F">
              <w:t>[</w:t>
            </w:r>
            <w:r w:rsidRPr="00DC4C4F">
              <w:rPr>
                <w:rFonts w:hint="eastAsia"/>
              </w:rPr>
              <w:t>토론</w:t>
            </w:r>
            <w:r w:rsidRPr="00DC4C4F">
              <w:t xml:space="preserve">] </w:t>
            </w:r>
            <w:r w:rsidRPr="00DC4C4F">
              <w:rPr>
                <w:rFonts w:hint="eastAsia"/>
              </w:rPr>
              <w:t>설계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및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개발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이슈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토론</w:t>
            </w:r>
            <w:r w:rsidRPr="00DC4C4F">
              <w:t xml:space="preserve"> </w:t>
            </w:r>
          </w:p>
        </w:tc>
      </w:tr>
      <w:tr w:rsidR="00002E1E" w:rsidRPr="00DC4C4F" w:rsidTr="00DC4C4F">
        <w:tc>
          <w:tcPr>
            <w:tcW w:w="1367" w:type="dxa"/>
            <w:vMerge/>
            <w:vAlign w:val="center"/>
          </w:tcPr>
          <w:p w:rsidR="00002E1E" w:rsidRPr="00DC4C4F" w:rsidRDefault="00002E1E" w:rsidP="00DC4C4F">
            <w:pPr>
              <w:jc w:val="center"/>
            </w:pPr>
          </w:p>
        </w:tc>
        <w:tc>
          <w:tcPr>
            <w:tcW w:w="442" w:type="dxa"/>
            <w:vAlign w:val="center"/>
          </w:tcPr>
          <w:p w:rsidR="00002E1E" w:rsidRPr="00DC4C4F" w:rsidRDefault="00002E1E" w:rsidP="00DC4C4F">
            <w:pPr>
              <w:jc w:val="center"/>
            </w:pPr>
            <w:r w:rsidRPr="00DC4C4F">
              <w:t>10</w:t>
            </w:r>
          </w:p>
        </w:tc>
        <w:tc>
          <w:tcPr>
            <w:tcW w:w="2504" w:type="dxa"/>
            <w:gridSpan w:val="3"/>
            <w:vAlign w:val="center"/>
          </w:tcPr>
          <w:p w:rsidR="00002E1E" w:rsidRPr="00DC4C4F" w:rsidRDefault="00002E1E" w:rsidP="006F6EF7">
            <w:r w:rsidRPr="00DC4C4F">
              <w:t>4. Clean Code I</w:t>
            </w:r>
          </w:p>
        </w:tc>
        <w:tc>
          <w:tcPr>
            <w:tcW w:w="4929" w:type="dxa"/>
            <w:gridSpan w:val="8"/>
          </w:tcPr>
          <w:p w:rsidR="00002E1E" w:rsidRPr="00DC4C4F" w:rsidRDefault="00002E1E" w:rsidP="00DC4C4F">
            <w:pPr>
              <w:jc w:val="left"/>
            </w:pPr>
            <w:r w:rsidRPr="00DC4C4F">
              <w:t xml:space="preserve">Clean Code Part I </w:t>
            </w:r>
            <w:r w:rsidRPr="00DC4C4F">
              <w:rPr>
                <w:rFonts w:hint="eastAsia"/>
              </w:rPr>
              <w:t>이론</w:t>
            </w:r>
            <w:r w:rsidRPr="00DC4C4F">
              <w:t xml:space="preserve"> / </w:t>
            </w:r>
            <w:r w:rsidRPr="00DC4C4F">
              <w:rPr>
                <w:rFonts w:hint="eastAsia"/>
              </w:rPr>
              <w:t>실습</w:t>
            </w:r>
          </w:p>
        </w:tc>
      </w:tr>
      <w:tr w:rsidR="00002E1E" w:rsidRPr="00DC4C4F" w:rsidTr="00DC4C4F">
        <w:tc>
          <w:tcPr>
            <w:tcW w:w="1367" w:type="dxa"/>
            <w:vMerge/>
            <w:vAlign w:val="center"/>
          </w:tcPr>
          <w:p w:rsidR="00002E1E" w:rsidRPr="00DC4C4F" w:rsidRDefault="00002E1E" w:rsidP="00DC4C4F">
            <w:pPr>
              <w:jc w:val="center"/>
            </w:pPr>
          </w:p>
        </w:tc>
        <w:tc>
          <w:tcPr>
            <w:tcW w:w="442" w:type="dxa"/>
            <w:vAlign w:val="center"/>
          </w:tcPr>
          <w:p w:rsidR="00002E1E" w:rsidRPr="00DC4C4F" w:rsidRDefault="00002E1E" w:rsidP="00DC4C4F">
            <w:pPr>
              <w:jc w:val="center"/>
            </w:pPr>
            <w:r w:rsidRPr="00DC4C4F">
              <w:t>11</w:t>
            </w:r>
          </w:p>
        </w:tc>
        <w:tc>
          <w:tcPr>
            <w:tcW w:w="2504" w:type="dxa"/>
            <w:gridSpan w:val="3"/>
            <w:vAlign w:val="center"/>
          </w:tcPr>
          <w:p w:rsidR="00002E1E" w:rsidRPr="00DC4C4F" w:rsidRDefault="00002E1E" w:rsidP="006F6EF7">
            <w:r w:rsidRPr="00DC4C4F">
              <w:t xml:space="preserve">4. Clean Code II </w:t>
            </w:r>
          </w:p>
        </w:tc>
        <w:tc>
          <w:tcPr>
            <w:tcW w:w="4929" w:type="dxa"/>
            <w:gridSpan w:val="8"/>
          </w:tcPr>
          <w:p w:rsidR="00002E1E" w:rsidRPr="00DC4C4F" w:rsidRDefault="00002E1E" w:rsidP="00DC4C4F">
            <w:pPr>
              <w:jc w:val="left"/>
            </w:pPr>
            <w:r w:rsidRPr="00DC4C4F">
              <w:t xml:space="preserve">Clean Code Part II </w:t>
            </w:r>
            <w:r w:rsidRPr="00DC4C4F">
              <w:rPr>
                <w:rFonts w:hint="eastAsia"/>
              </w:rPr>
              <w:t>이론</w:t>
            </w:r>
            <w:r w:rsidRPr="00DC4C4F">
              <w:t xml:space="preserve"> / </w:t>
            </w:r>
            <w:r w:rsidRPr="00DC4C4F">
              <w:rPr>
                <w:rFonts w:hint="eastAsia"/>
              </w:rPr>
              <w:t>실습</w:t>
            </w:r>
          </w:p>
        </w:tc>
      </w:tr>
      <w:tr w:rsidR="00002E1E" w:rsidRPr="00DC4C4F" w:rsidTr="00DC4C4F">
        <w:tc>
          <w:tcPr>
            <w:tcW w:w="1367" w:type="dxa"/>
            <w:vMerge/>
            <w:vAlign w:val="center"/>
          </w:tcPr>
          <w:p w:rsidR="00002E1E" w:rsidRPr="00DC4C4F" w:rsidRDefault="00002E1E" w:rsidP="00DC4C4F">
            <w:pPr>
              <w:jc w:val="center"/>
            </w:pPr>
          </w:p>
        </w:tc>
        <w:tc>
          <w:tcPr>
            <w:tcW w:w="442" w:type="dxa"/>
            <w:vAlign w:val="center"/>
          </w:tcPr>
          <w:p w:rsidR="00002E1E" w:rsidRPr="00DC4C4F" w:rsidRDefault="00002E1E" w:rsidP="00DC4C4F">
            <w:pPr>
              <w:jc w:val="center"/>
            </w:pPr>
            <w:r w:rsidRPr="00DC4C4F">
              <w:t>12</w:t>
            </w:r>
          </w:p>
        </w:tc>
        <w:tc>
          <w:tcPr>
            <w:tcW w:w="2504" w:type="dxa"/>
            <w:gridSpan w:val="3"/>
            <w:vAlign w:val="center"/>
          </w:tcPr>
          <w:p w:rsidR="00002E1E" w:rsidRPr="00DC4C4F" w:rsidRDefault="00002E1E" w:rsidP="006F6EF7">
            <w:r w:rsidRPr="00DC4C4F">
              <w:t xml:space="preserve">5. </w:t>
            </w:r>
            <w:r w:rsidRPr="00DC4C4F">
              <w:rPr>
                <w:rFonts w:hint="eastAsia"/>
              </w:rPr>
              <w:t>테스트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설계</w:t>
            </w:r>
            <w:r w:rsidRPr="00DC4C4F">
              <w:t xml:space="preserve"> </w:t>
            </w:r>
          </w:p>
        </w:tc>
        <w:tc>
          <w:tcPr>
            <w:tcW w:w="4929" w:type="dxa"/>
            <w:gridSpan w:val="8"/>
          </w:tcPr>
          <w:p w:rsidR="00002E1E" w:rsidRPr="00DC4C4F" w:rsidRDefault="00002E1E" w:rsidP="00DC4C4F">
            <w:pPr>
              <w:jc w:val="left"/>
            </w:pPr>
            <w:r w:rsidRPr="00DC4C4F">
              <w:rPr>
                <w:rFonts w:hint="eastAsia"/>
              </w:rPr>
              <w:t>테스트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설계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이론</w:t>
            </w:r>
            <w:r w:rsidRPr="00DC4C4F">
              <w:t xml:space="preserve"> / </w:t>
            </w:r>
            <w:r w:rsidRPr="00DC4C4F">
              <w:rPr>
                <w:rFonts w:hint="eastAsia"/>
              </w:rPr>
              <w:t>현장에서의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테스트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설계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사례</w:t>
            </w:r>
            <w:r w:rsidRPr="00DC4C4F">
              <w:t xml:space="preserve"> </w:t>
            </w:r>
          </w:p>
        </w:tc>
      </w:tr>
      <w:tr w:rsidR="00002E1E" w:rsidRPr="00DC4C4F" w:rsidTr="00DC4C4F">
        <w:tc>
          <w:tcPr>
            <w:tcW w:w="1367" w:type="dxa"/>
            <w:vMerge/>
            <w:vAlign w:val="center"/>
          </w:tcPr>
          <w:p w:rsidR="00002E1E" w:rsidRPr="00DC4C4F" w:rsidRDefault="00002E1E" w:rsidP="00DC4C4F">
            <w:pPr>
              <w:jc w:val="center"/>
            </w:pPr>
          </w:p>
        </w:tc>
        <w:tc>
          <w:tcPr>
            <w:tcW w:w="442" w:type="dxa"/>
            <w:vAlign w:val="center"/>
          </w:tcPr>
          <w:p w:rsidR="00002E1E" w:rsidRPr="00DC4C4F" w:rsidRDefault="00002E1E" w:rsidP="00DC4C4F">
            <w:pPr>
              <w:jc w:val="center"/>
            </w:pPr>
            <w:r w:rsidRPr="00DC4C4F">
              <w:t>13</w:t>
            </w:r>
          </w:p>
        </w:tc>
        <w:tc>
          <w:tcPr>
            <w:tcW w:w="2504" w:type="dxa"/>
            <w:gridSpan w:val="3"/>
            <w:vAlign w:val="center"/>
          </w:tcPr>
          <w:p w:rsidR="00002E1E" w:rsidRPr="00DC4C4F" w:rsidRDefault="00002E1E" w:rsidP="006F6EF7">
            <w:r w:rsidRPr="00DC4C4F">
              <w:t>[</w:t>
            </w:r>
            <w:r w:rsidRPr="00DC4C4F">
              <w:rPr>
                <w:rFonts w:hint="eastAsia"/>
              </w:rPr>
              <w:t>특강</w:t>
            </w:r>
            <w:r w:rsidRPr="00DC4C4F">
              <w:t xml:space="preserve">]IT Trend </w:t>
            </w:r>
            <w:r w:rsidRPr="00DC4C4F">
              <w:rPr>
                <w:rFonts w:hint="eastAsia"/>
              </w:rPr>
              <w:t>특강</w:t>
            </w:r>
            <w:r w:rsidRPr="00DC4C4F">
              <w:t xml:space="preserve"> </w:t>
            </w:r>
          </w:p>
        </w:tc>
        <w:tc>
          <w:tcPr>
            <w:tcW w:w="4929" w:type="dxa"/>
            <w:gridSpan w:val="8"/>
          </w:tcPr>
          <w:p w:rsidR="00002E1E" w:rsidRPr="00DC4C4F" w:rsidRDefault="00002E1E" w:rsidP="00DC4C4F">
            <w:pPr>
              <w:jc w:val="left"/>
            </w:pPr>
            <w:r w:rsidRPr="00DC4C4F">
              <w:t xml:space="preserve">CEO </w:t>
            </w:r>
            <w:r w:rsidRPr="00DC4C4F">
              <w:rPr>
                <w:rFonts w:hint="eastAsia"/>
              </w:rPr>
              <w:t>특강</w:t>
            </w:r>
            <w:r w:rsidRPr="00DC4C4F">
              <w:t xml:space="preserve"> / </w:t>
            </w:r>
            <w:r w:rsidRPr="00DC4C4F">
              <w:rPr>
                <w:rFonts w:hint="eastAsia"/>
              </w:rPr>
              <w:t>전문가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특강</w:t>
            </w:r>
          </w:p>
        </w:tc>
      </w:tr>
      <w:tr w:rsidR="00002E1E" w:rsidRPr="00DC4C4F" w:rsidTr="00DC4C4F">
        <w:tc>
          <w:tcPr>
            <w:tcW w:w="1367" w:type="dxa"/>
            <w:vMerge/>
            <w:vAlign w:val="center"/>
          </w:tcPr>
          <w:p w:rsidR="00002E1E" w:rsidRPr="00DC4C4F" w:rsidRDefault="00002E1E" w:rsidP="00DC4C4F">
            <w:pPr>
              <w:jc w:val="center"/>
            </w:pPr>
          </w:p>
        </w:tc>
        <w:tc>
          <w:tcPr>
            <w:tcW w:w="442" w:type="dxa"/>
            <w:vAlign w:val="center"/>
          </w:tcPr>
          <w:p w:rsidR="00002E1E" w:rsidRPr="00DC4C4F" w:rsidRDefault="00002E1E" w:rsidP="00DC4C4F">
            <w:pPr>
              <w:jc w:val="center"/>
            </w:pPr>
            <w:r w:rsidRPr="00DC4C4F">
              <w:t>14</w:t>
            </w:r>
          </w:p>
        </w:tc>
        <w:tc>
          <w:tcPr>
            <w:tcW w:w="7433" w:type="dxa"/>
            <w:gridSpan w:val="11"/>
          </w:tcPr>
          <w:p w:rsidR="00002E1E" w:rsidRPr="00DC4C4F" w:rsidRDefault="00002E1E" w:rsidP="00DC4C4F">
            <w:pPr>
              <w:jc w:val="left"/>
            </w:pPr>
            <w:r w:rsidRPr="00DC4C4F">
              <w:t>[</w:t>
            </w:r>
            <w:r w:rsidRPr="00DC4C4F">
              <w:rPr>
                <w:rFonts w:hint="eastAsia"/>
              </w:rPr>
              <w:t>리뷰</w:t>
            </w:r>
            <w:r w:rsidRPr="00DC4C4F">
              <w:t>]</w:t>
            </w:r>
            <w:r w:rsidRPr="00DC4C4F">
              <w:rPr>
                <w:rFonts w:hint="eastAsia"/>
              </w:rPr>
              <w:t>과정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전체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리뷰</w:t>
            </w:r>
            <w:r w:rsidRPr="00DC4C4F">
              <w:t xml:space="preserve">  </w:t>
            </w:r>
          </w:p>
        </w:tc>
      </w:tr>
      <w:tr w:rsidR="00002E1E" w:rsidRPr="00DC4C4F" w:rsidTr="00DC4C4F">
        <w:tc>
          <w:tcPr>
            <w:tcW w:w="1367" w:type="dxa"/>
            <w:vMerge/>
            <w:vAlign w:val="center"/>
          </w:tcPr>
          <w:p w:rsidR="00002E1E" w:rsidRPr="00DC4C4F" w:rsidRDefault="00002E1E" w:rsidP="00DC4C4F">
            <w:pPr>
              <w:jc w:val="center"/>
            </w:pPr>
          </w:p>
        </w:tc>
        <w:tc>
          <w:tcPr>
            <w:tcW w:w="442" w:type="dxa"/>
            <w:vAlign w:val="center"/>
          </w:tcPr>
          <w:p w:rsidR="00002E1E" w:rsidRPr="00DC4C4F" w:rsidRDefault="00002E1E" w:rsidP="00DC4C4F">
            <w:pPr>
              <w:jc w:val="center"/>
            </w:pPr>
            <w:r w:rsidRPr="00DC4C4F">
              <w:t>15</w:t>
            </w:r>
          </w:p>
        </w:tc>
        <w:tc>
          <w:tcPr>
            <w:tcW w:w="7433" w:type="dxa"/>
            <w:gridSpan w:val="11"/>
            <w:vAlign w:val="center"/>
          </w:tcPr>
          <w:p w:rsidR="00002E1E" w:rsidRPr="00DC4C4F" w:rsidRDefault="00002E1E" w:rsidP="006F6EF7">
            <w:r w:rsidRPr="00DC4C4F">
              <w:rPr>
                <w:rFonts w:hint="eastAsia"/>
              </w:rPr>
              <w:t>기말고사</w:t>
            </w:r>
          </w:p>
        </w:tc>
      </w:tr>
      <w:tr w:rsidR="00002E1E" w:rsidRPr="00DC4C4F" w:rsidTr="00DC4C4F">
        <w:tc>
          <w:tcPr>
            <w:tcW w:w="1367" w:type="dxa"/>
            <w:vAlign w:val="center"/>
          </w:tcPr>
          <w:p w:rsidR="00002E1E" w:rsidRPr="00DC4C4F" w:rsidRDefault="00002E1E" w:rsidP="00DC4C4F">
            <w:pPr>
              <w:jc w:val="center"/>
            </w:pPr>
            <w:r w:rsidRPr="00DC4C4F">
              <w:t xml:space="preserve">5. </w:t>
            </w:r>
            <w:r w:rsidRPr="00DC4C4F">
              <w:rPr>
                <w:rFonts w:hint="eastAsia"/>
              </w:rPr>
              <w:t>수강생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참고사항</w:t>
            </w:r>
          </w:p>
        </w:tc>
        <w:tc>
          <w:tcPr>
            <w:tcW w:w="7875" w:type="dxa"/>
            <w:gridSpan w:val="12"/>
          </w:tcPr>
          <w:p w:rsidR="00002E1E" w:rsidRPr="00DC4C4F" w:rsidRDefault="00002E1E" w:rsidP="00DC4C4F">
            <w:pPr>
              <w:jc w:val="left"/>
            </w:pPr>
            <w:r w:rsidRPr="00DC4C4F">
              <w:t xml:space="preserve">- </w:t>
            </w:r>
            <w:r w:rsidRPr="00DC4C4F">
              <w:rPr>
                <w:rFonts w:hint="eastAsia"/>
              </w:rPr>
              <w:t>서울대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컴퓨터공학부</w:t>
            </w:r>
            <w:r w:rsidRPr="00DC4C4F">
              <w:t xml:space="preserve"> - LG CNS</w:t>
            </w:r>
            <w:r w:rsidRPr="00DC4C4F">
              <w:rPr>
                <w:rFonts w:hint="eastAsia"/>
              </w:rPr>
              <w:t>가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산학협력으로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제공되는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특별한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과정</w:t>
            </w:r>
          </w:p>
          <w:p w:rsidR="00002E1E" w:rsidRPr="00DC4C4F" w:rsidRDefault="00002E1E" w:rsidP="00DC4C4F">
            <w:pPr>
              <w:jc w:val="left"/>
            </w:pPr>
            <w:r w:rsidRPr="00DC4C4F">
              <w:t>- LG CNS</w:t>
            </w:r>
            <w:r w:rsidRPr="00DC4C4F">
              <w:rPr>
                <w:rFonts w:hint="eastAsia"/>
              </w:rPr>
              <w:t>의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각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분야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현장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전문가들이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직접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강의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진행하고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실제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사용되고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있는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“서울시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교통카드”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시스템을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과정의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사례로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도입하여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프로젝트를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진행</w:t>
            </w:r>
          </w:p>
          <w:p w:rsidR="00002E1E" w:rsidRPr="00DC4C4F" w:rsidRDefault="00002E1E" w:rsidP="00DC4C4F">
            <w:pPr>
              <w:jc w:val="left"/>
            </w:pPr>
            <w:r w:rsidRPr="00DC4C4F">
              <w:t xml:space="preserve">- </w:t>
            </w:r>
            <w:r w:rsidRPr="00DC4C4F">
              <w:rPr>
                <w:rFonts w:hint="eastAsia"/>
              </w:rPr>
              <w:t>실제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회사에서의</w:t>
            </w:r>
            <w:r w:rsidRPr="00DC4C4F">
              <w:t xml:space="preserve"> IT </w:t>
            </w:r>
            <w:r w:rsidRPr="00DC4C4F">
              <w:rPr>
                <w:rFonts w:hint="eastAsia"/>
              </w:rPr>
              <w:t>관련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업무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진행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방식을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경험해보고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싶은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수강생들에게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적극</w:t>
            </w:r>
            <w:r w:rsidRPr="00DC4C4F">
              <w:t xml:space="preserve"> </w:t>
            </w:r>
            <w:r w:rsidRPr="00DC4C4F">
              <w:rPr>
                <w:rFonts w:hint="eastAsia"/>
              </w:rPr>
              <w:t>추천</w:t>
            </w:r>
          </w:p>
        </w:tc>
      </w:tr>
    </w:tbl>
    <w:p w:rsidR="00002E1E" w:rsidRDefault="00002E1E"/>
    <w:sectPr w:rsidR="00002E1E" w:rsidSect="003B734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E1E" w:rsidRDefault="00002E1E" w:rsidP="00FC2261">
      <w:r>
        <w:separator/>
      </w:r>
    </w:p>
  </w:endnote>
  <w:endnote w:type="continuationSeparator" w:id="0">
    <w:p w:rsidR="00002E1E" w:rsidRDefault="00002E1E" w:rsidP="00FC22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E1E" w:rsidRDefault="00002E1E" w:rsidP="00FC2261">
      <w:r>
        <w:separator/>
      </w:r>
    </w:p>
  </w:footnote>
  <w:footnote w:type="continuationSeparator" w:id="0">
    <w:p w:rsidR="00002E1E" w:rsidRDefault="00002E1E" w:rsidP="00FC22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B01EF"/>
    <w:multiLevelType w:val="hybridMultilevel"/>
    <w:tmpl w:val="8280FFCC"/>
    <w:lvl w:ilvl="0" w:tplc="19AC564E">
      <w:start w:val="1"/>
      <w:numFmt w:val="decimal"/>
      <w:lvlText w:val="%1."/>
      <w:lvlJc w:val="left"/>
      <w:pPr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  <w:rPr>
        <w:rFonts w:cs="Times New Roman"/>
      </w:rPr>
    </w:lvl>
  </w:abstractNum>
  <w:abstractNum w:abstractNumId="1">
    <w:nsid w:val="684162A7"/>
    <w:multiLevelType w:val="multilevel"/>
    <w:tmpl w:val="C6589E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B856F71"/>
    <w:multiLevelType w:val="multilevel"/>
    <w:tmpl w:val="F3083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5"/>
      <w:numFmt w:val="bullet"/>
      <w:lvlText w:val="-"/>
      <w:lvlJc w:val="left"/>
      <w:pPr>
        <w:ind w:left="2160" w:hanging="360"/>
      </w:pPr>
      <w:rPr>
        <w:rFonts w:ascii="맑은 고딕" w:eastAsia="맑은 고딕" w:hAnsi="맑은 고딕" w:hint="eastAsia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4410"/>
    <w:rsid w:val="00002E1E"/>
    <w:rsid w:val="002001EA"/>
    <w:rsid w:val="0021788F"/>
    <w:rsid w:val="002D4410"/>
    <w:rsid w:val="0030514E"/>
    <w:rsid w:val="00337A3C"/>
    <w:rsid w:val="003B695D"/>
    <w:rsid w:val="003B7341"/>
    <w:rsid w:val="004354F2"/>
    <w:rsid w:val="004A7A11"/>
    <w:rsid w:val="005327F9"/>
    <w:rsid w:val="005353D0"/>
    <w:rsid w:val="005D2577"/>
    <w:rsid w:val="005D42DA"/>
    <w:rsid w:val="00687E9B"/>
    <w:rsid w:val="006F1792"/>
    <w:rsid w:val="006F6EF7"/>
    <w:rsid w:val="00740F15"/>
    <w:rsid w:val="00756FA1"/>
    <w:rsid w:val="00763E59"/>
    <w:rsid w:val="008172FA"/>
    <w:rsid w:val="00834CCD"/>
    <w:rsid w:val="008E0C64"/>
    <w:rsid w:val="00920E2C"/>
    <w:rsid w:val="009A068D"/>
    <w:rsid w:val="00AA25FC"/>
    <w:rsid w:val="00B76B8E"/>
    <w:rsid w:val="00B86355"/>
    <w:rsid w:val="00BD5D01"/>
    <w:rsid w:val="00C6190A"/>
    <w:rsid w:val="00C7670C"/>
    <w:rsid w:val="00CF67ED"/>
    <w:rsid w:val="00DB70AB"/>
    <w:rsid w:val="00DC4C4F"/>
    <w:rsid w:val="00EC53AB"/>
    <w:rsid w:val="00EE0529"/>
    <w:rsid w:val="00F14D10"/>
    <w:rsid w:val="00FA69D3"/>
    <w:rsid w:val="00FC2261"/>
    <w:rsid w:val="00FE6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:contacts" w:name="Sn"/>
  <w:smartTagType w:namespaceuri="urn:schemas:contacts" w:name="GivenNam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맑은 고딕" w:eastAsia="맑은 고딕" w:hAnsi="맑은 고딕" w:cs="Times New Roman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341"/>
    <w:pPr>
      <w:widowControl w:val="0"/>
      <w:wordWrap w:val="0"/>
      <w:autoSpaceDE w:val="0"/>
      <w:autoSpaceDN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E0C64"/>
    <w:rPr>
      <w:kern w:val="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E0C64"/>
    <w:rPr>
      <w:rFonts w:cs="Times New Roman"/>
      <w:color w:val="1B7DEC"/>
      <w:u w:val="none"/>
      <w:effect w:val="none"/>
    </w:rPr>
  </w:style>
  <w:style w:type="paragraph" w:styleId="ListParagraph">
    <w:name w:val="List Paragraph"/>
    <w:basedOn w:val="Normal"/>
    <w:uiPriority w:val="99"/>
    <w:qFormat/>
    <w:rsid w:val="00763E59"/>
    <w:pPr>
      <w:ind w:leftChars="400" w:left="800"/>
    </w:pPr>
  </w:style>
  <w:style w:type="paragraph" w:styleId="NormalWeb">
    <w:name w:val="Normal (Web)"/>
    <w:basedOn w:val="Normal"/>
    <w:uiPriority w:val="99"/>
    <w:rsid w:val="00CF67ED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FC2261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C226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FC2261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C226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793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9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9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793964">
                  <w:marLeft w:val="0"/>
                  <w:marRight w:val="7343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793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9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793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793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793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793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793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0793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0793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07939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07939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7939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3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0793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793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793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79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9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9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793973">
                  <w:marLeft w:val="0"/>
                  <w:marRight w:val="7343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793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93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793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793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79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793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793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0793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0793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07939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0793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7939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3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07939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793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7939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793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9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9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793937">
                  <w:marLeft w:val="0"/>
                  <w:marRight w:val="7343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79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93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793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793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793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793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793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0793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07939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0793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07939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793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3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07939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7939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793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793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9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9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793957">
                  <w:marLeft w:val="0"/>
                  <w:marRight w:val="7343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79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9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793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793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793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793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793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0793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07939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07939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07939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793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3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0793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0793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7939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793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shin%40snu.ac.k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e.snu.ac.k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66</TotalTime>
  <Pages>1</Pages>
  <Words>179</Words>
  <Characters>1025</Characters>
  <Application>Microsoft Office Outlook</Application>
  <DocSecurity>0</DocSecurity>
  <Lines>0</Lines>
  <Paragraphs>0</Paragraphs>
  <ScaleCrop>false</ScaleCrop>
  <Company>lgcns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67873</dc:creator>
  <cp:keywords/>
  <dc:description/>
  <cp:lastModifiedBy>user</cp:lastModifiedBy>
  <cp:revision>27</cp:revision>
  <dcterms:created xsi:type="dcterms:W3CDTF">2012-12-27T00:34:00Z</dcterms:created>
  <dcterms:modified xsi:type="dcterms:W3CDTF">2013-01-04T00:58:00Z</dcterms:modified>
</cp:coreProperties>
</file>